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20F7">
        <w:rPr>
          <w:rFonts w:ascii="Corbel" w:hAnsi="Corbel"/>
          <w:i/>
          <w:smallCaps/>
          <w:sz w:val="24"/>
          <w:szCs w:val="24"/>
        </w:rPr>
        <w:t>202</w:t>
      </w:r>
      <w:r w:rsidR="00216733">
        <w:rPr>
          <w:rFonts w:ascii="Corbel" w:hAnsi="Corbel"/>
          <w:i/>
          <w:smallCaps/>
          <w:sz w:val="24"/>
          <w:szCs w:val="24"/>
        </w:rPr>
        <w:t>1</w:t>
      </w:r>
      <w:r w:rsidR="007120F7">
        <w:rPr>
          <w:rFonts w:ascii="Corbel" w:hAnsi="Corbel"/>
          <w:i/>
          <w:smallCaps/>
          <w:sz w:val="24"/>
          <w:szCs w:val="24"/>
        </w:rPr>
        <w:t>-202</w:t>
      </w:r>
      <w:r w:rsidR="00216733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20F7">
        <w:rPr>
          <w:rFonts w:ascii="Corbel" w:hAnsi="Corbel"/>
          <w:sz w:val="20"/>
          <w:szCs w:val="20"/>
        </w:rPr>
        <w:t>202</w:t>
      </w:r>
      <w:r w:rsidR="00216733">
        <w:rPr>
          <w:rFonts w:ascii="Corbel" w:hAnsi="Corbel"/>
          <w:sz w:val="20"/>
          <w:szCs w:val="20"/>
        </w:rPr>
        <w:t>3</w:t>
      </w:r>
      <w:r w:rsidR="007120F7">
        <w:rPr>
          <w:rFonts w:ascii="Corbel" w:hAnsi="Corbel"/>
          <w:sz w:val="20"/>
          <w:szCs w:val="20"/>
        </w:rPr>
        <w:t>/202</w:t>
      </w:r>
      <w:r w:rsidR="0021673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6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6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9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813E29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negocjacjach i mediacjach –</w:t>
            </w:r>
            <w:r w:rsidR="00AD1A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komunikacja werbalna i niewerbalna, aktywne słuchanie, problemy komunikacyjne</w:t>
            </w:r>
            <w:r w:rsidR="00AD1A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procesie mediacji i negocjacji – pojęcie konfliktu, podłoże, rodzaje i skutki konfliktów, sposoby rozwiązywania konfliktów.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AD1AB7">
              <w:rPr>
                <w:rFonts w:ascii="Corbel" w:hAnsi="Corbel"/>
                <w:sz w:val="24"/>
                <w:szCs w:val="24"/>
              </w:rPr>
              <w:t>, etapy negocjacji.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AD1AB7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Mediacja – pojęcie i cele mediacji,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rodzaje i </w:t>
            </w:r>
            <w:r>
              <w:rPr>
                <w:rFonts w:ascii="Corbel" w:hAnsi="Corbel"/>
                <w:sz w:val="24"/>
                <w:szCs w:val="24"/>
              </w:rPr>
              <w:t xml:space="preserve">zasady mediacji, procedura mediacyjna, rola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mediatora,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uczestnicy mediacji, przedmiot ustaleń w </w:t>
            </w:r>
            <w:r w:rsidR="00A71936">
              <w:rPr>
                <w:rFonts w:ascii="Corbel" w:hAnsi="Corbel"/>
                <w:sz w:val="24"/>
                <w:szCs w:val="24"/>
              </w:rPr>
              <w:t xml:space="preserve">różnych typach </w:t>
            </w:r>
            <w:r w:rsidR="00493D44">
              <w:rPr>
                <w:rFonts w:ascii="Corbel" w:hAnsi="Corbel"/>
                <w:sz w:val="24"/>
                <w:szCs w:val="24"/>
              </w:rPr>
              <w:t>mediacj</w:t>
            </w:r>
            <w:r w:rsidR="00A71936">
              <w:rPr>
                <w:rFonts w:ascii="Corbel" w:hAnsi="Corbel"/>
                <w:sz w:val="24"/>
                <w:szCs w:val="24"/>
              </w:rPr>
              <w:t>i</w:t>
            </w:r>
            <w:r w:rsidR="00493D44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Negocjacje i mediacje w sprawach rodzinnych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mediacje rodzinne, mediacje socjalne, negocjacje w </w:t>
            </w:r>
            <w:r w:rsidR="00A71936">
              <w:rPr>
                <w:rFonts w:ascii="Corbel" w:hAnsi="Corbel"/>
                <w:sz w:val="24"/>
                <w:szCs w:val="24"/>
              </w:rPr>
              <w:t>pracy służb społecznych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493D44">
              <w:rPr>
                <w:rFonts w:ascii="Corbel" w:hAnsi="Corbel"/>
                <w:sz w:val="24"/>
                <w:szCs w:val="24"/>
              </w:rPr>
              <w:t>edukacyjnym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mediacje szkolne, rówieśnicze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 - mediacje w sprawach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 karnych.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493D44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normy etyczne w mediacji.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C49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C49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Pr="009C54AE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Dochodząc do tak. Negocjowanie bez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Rzecznik Praw Dziecka,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mediacji rówieśniczej i szkolnej w szkołach i innych placówkach oświatowych,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4C53B7" w:rsidRPr="004C53B7" w:rsidRDefault="004C53B7" w:rsidP="00877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30" w:rsidRDefault="00DD7F30" w:rsidP="00C16ABF">
      <w:pPr>
        <w:spacing w:after="0" w:line="240" w:lineRule="auto"/>
      </w:pPr>
      <w:r>
        <w:separator/>
      </w:r>
    </w:p>
  </w:endnote>
  <w:endnote w:type="continuationSeparator" w:id="0">
    <w:p w:rsidR="00DD7F30" w:rsidRDefault="00DD7F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30" w:rsidRDefault="00DD7F30" w:rsidP="00C16ABF">
      <w:pPr>
        <w:spacing w:after="0" w:line="240" w:lineRule="auto"/>
      </w:pPr>
      <w:r>
        <w:separator/>
      </w:r>
    </w:p>
  </w:footnote>
  <w:footnote w:type="continuationSeparator" w:id="0">
    <w:p w:rsidR="00DD7F30" w:rsidRDefault="00DD7F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D657B"/>
    <w:rsid w:val="001D7B54"/>
    <w:rsid w:val="001E0209"/>
    <w:rsid w:val="001F2CA2"/>
    <w:rsid w:val="002077E6"/>
    <w:rsid w:val="002144C0"/>
    <w:rsid w:val="00216733"/>
    <w:rsid w:val="0022477D"/>
    <w:rsid w:val="002278A9"/>
    <w:rsid w:val="002336F9"/>
    <w:rsid w:val="002400B4"/>
    <w:rsid w:val="0024028F"/>
    <w:rsid w:val="002437A6"/>
    <w:rsid w:val="00244ABC"/>
    <w:rsid w:val="0026200F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26AA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4D52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0F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3E29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5D5E"/>
    <w:rsid w:val="009508DF"/>
    <w:rsid w:val="00950DAC"/>
    <w:rsid w:val="00954A07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5946"/>
    <w:rsid w:val="00B8056E"/>
    <w:rsid w:val="00B819C8"/>
    <w:rsid w:val="00B82308"/>
    <w:rsid w:val="00B90885"/>
    <w:rsid w:val="00BA01C8"/>
    <w:rsid w:val="00BB520A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B6F0C"/>
    <w:rsid w:val="00DD7F3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A6CC4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BDB4-8523-4C86-8BFD-C14E0919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1166</Words>
  <Characters>6999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2019-12-05T10:51:00Z</cp:lastPrinted>
  <dcterms:created xsi:type="dcterms:W3CDTF">2019-11-12T14:48:00Z</dcterms:created>
  <dcterms:modified xsi:type="dcterms:W3CDTF">2021-09-24T09:51:00Z</dcterms:modified>
</cp:coreProperties>
</file>